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7CF" w:rsidRDefault="0096470B">
      <w:bookmarkStart w:id="0" w:name="_GoBack"/>
      <w:r>
        <w:rPr>
          <w:rFonts w:eastAsia="Times New Roman"/>
          <w:noProof/>
          <w:lang w:eastAsia="zh-CN"/>
        </w:rPr>
        <w:drawing>
          <wp:inline distT="0" distB="0" distL="0" distR="0">
            <wp:extent cx="3808730" cy="1908175"/>
            <wp:effectExtent l="0" t="0" r="1270" b="0"/>
            <wp:docPr id="1" name="Picture 1" descr="cid:585511C4-ABA3-4B9D-AB91-5960CC2AFD13@domain.actdsl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DEA57E2-1789-4A33-BF5E-2CAD82DF5DC4" descr="cid:585511C4-ABA3-4B9D-AB91-5960CC2AFD13@domain.actdsltmp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81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0B"/>
    <w:rsid w:val="007817CF"/>
    <w:rsid w:val="0096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7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7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585511C4-ABA3-4B9D-AB91-5960CC2AFD13@domain.actdsltm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B3634FAC.dotm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Friends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1</cp:revision>
  <dcterms:created xsi:type="dcterms:W3CDTF">2016-05-11T14:53:00Z</dcterms:created>
  <dcterms:modified xsi:type="dcterms:W3CDTF">2016-05-11T14:54:00Z</dcterms:modified>
</cp:coreProperties>
</file>